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CAF" w:rsidRDefault="005A5CAF" w:rsidP="005A5CAF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cs="Tahoma"/>
          <w:b/>
          <w:bCs/>
          <w:i/>
          <w:u w:val="single"/>
        </w:rPr>
      </w:pPr>
      <w:r>
        <w:rPr>
          <w:rFonts w:cs="Tahoma"/>
          <w:b/>
          <w:bCs/>
          <w:i/>
          <w:u w:val="single"/>
        </w:rPr>
        <w:t>Upravená verze dokumentu z důvodu dodržení přiměřenosti rozsahu zveřejňovaných osobních údajů dle příslušných právních předpisů upravujících ochranu osobních údajů</w:t>
      </w:r>
    </w:p>
    <w:p w:rsidR="00BF7E67" w:rsidRDefault="00CB647F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</w:t>
      </w:r>
      <w:r w:rsidR="00C71014">
        <w:rPr>
          <w:rFonts w:ascii="Tahoma" w:hAnsi="Tahoma" w:cs="Tahoma"/>
          <w:sz w:val="24"/>
          <w:szCs w:val="24"/>
        </w:rPr>
        <w:t>7</w:t>
      </w:r>
      <w:r w:rsidR="003C78C2" w:rsidRPr="005E0400">
        <w:rPr>
          <w:rFonts w:ascii="Tahoma" w:hAnsi="Tahoma" w:cs="Tahoma"/>
          <w:sz w:val="24"/>
          <w:szCs w:val="24"/>
        </w:rPr>
        <w:t>/</w:t>
      </w:r>
      <w:r w:rsidR="00BB383D">
        <w:rPr>
          <w:rFonts w:ascii="Tahoma" w:hAnsi="Tahoma" w:cs="Tahoma"/>
          <w:sz w:val="24"/>
          <w:szCs w:val="24"/>
        </w:rPr>
        <w:t>0</w:t>
      </w:r>
      <w:r w:rsidR="00464C89">
        <w:rPr>
          <w:rFonts w:ascii="Tahoma" w:hAnsi="Tahoma" w:cs="Tahoma"/>
          <w:sz w:val="24"/>
          <w:szCs w:val="24"/>
        </w:rPr>
        <w:t>2</w:t>
      </w:r>
      <w:r w:rsidR="0055252F">
        <w:rPr>
          <w:rFonts w:ascii="Tahoma" w:hAnsi="Tahoma" w:cs="Tahoma"/>
          <w:sz w:val="24"/>
          <w:szCs w:val="24"/>
        </w:rPr>
        <w:t xml:space="preserve"> </w:t>
      </w:r>
      <w:r w:rsidR="003C78C2" w:rsidRPr="005E0400">
        <w:rPr>
          <w:rFonts w:ascii="Tahoma" w:hAnsi="Tahoma" w:cs="Tahoma"/>
          <w:sz w:val="24"/>
          <w:szCs w:val="24"/>
        </w:rPr>
        <w:t xml:space="preserve"> </w:t>
      </w:r>
      <w:r w:rsidR="00053C5A">
        <w:rPr>
          <w:rFonts w:ascii="Tahoma" w:hAnsi="Tahoma" w:cs="Tahoma"/>
          <w:sz w:val="24"/>
          <w:szCs w:val="24"/>
        </w:rPr>
        <w:t xml:space="preserve">odbor </w:t>
      </w:r>
      <w:r w:rsidR="00661595">
        <w:rPr>
          <w:rFonts w:ascii="Tahoma" w:hAnsi="Tahoma" w:cs="Tahoma"/>
          <w:sz w:val="24"/>
          <w:szCs w:val="24"/>
        </w:rPr>
        <w:t>školství</w:t>
      </w:r>
    </w:p>
    <w:p w:rsidR="0055252F" w:rsidRDefault="0055252F" w:rsidP="0055252F"/>
    <w:p w:rsidR="0055252F" w:rsidRPr="0055252F" w:rsidRDefault="0055252F" w:rsidP="0055252F"/>
    <w:p w:rsidR="00BF7E67" w:rsidRPr="005E0400" w:rsidRDefault="00BF7E67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F7E67" w:rsidRPr="005E0400" w:rsidRDefault="003C78C2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5E0400">
        <w:rPr>
          <w:rFonts w:ascii="Tahoma" w:hAnsi="Tahoma" w:cs="Tahoma"/>
        </w:rPr>
        <w:t xml:space="preserve">odbor </w:t>
      </w:r>
      <w:r w:rsidR="00661595">
        <w:rPr>
          <w:rFonts w:ascii="Tahoma" w:hAnsi="Tahoma" w:cs="Tahoma"/>
        </w:rPr>
        <w:t>školství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5252F" w:rsidRPr="005E0400" w:rsidRDefault="0055252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053C5A" w:rsidRPr="005E0400" w:rsidRDefault="00053C5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612A6D" w:rsidRPr="005E0400" w:rsidRDefault="00612A6D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024550" w:rsidRPr="006F1089" w:rsidRDefault="00610EE1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F1089">
        <w:rPr>
          <w:rFonts w:ascii="Tahoma" w:hAnsi="Tahoma" w:cs="Tahoma"/>
          <w:b/>
          <w:bCs/>
          <w:u w:val="single"/>
        </w:rPr>
        <w:t xml:space="preserve">Smlouvy </w:t>
      </w:r>
      <w:r w:rsidRPr="006F1089">
        <w:rPr>
          <w:rFonts w:ascii="Tahoma" w:hAnsi="Tahoma" w:cs="Tahoma"/>
          <w:b/>
          <w:u w:val="single"/>
        </w:rPr>
        <w:t xml:space="preserve">o zajištění předškolního vzdělávání ve školském </w:t>
      </w:r>
      <w:r w:rsidR="006F1089" w:rsidRPr="006F1089">
        <w:rPr>
          <w:rFonts w:ascii="Tahoma" w:hAnsi="Tahoma" w:cs="Tahoma"/>
          <w:b/>
          <w:u w:val="single"/>
        </w:rPr>
        <w:t xml:space="preserve"> </w:t>
      </w:r>
      <w:r w:rsidRPr="006F1089">
        <w:rPr>
          <w:rFonts w:ascii="Tahoma" w:hAnsi="Tahoma" w:cs="Tahoma"/>
          <w:b/>
          <w:u w:val="single"/>
        </w:rPr>
        <w:t>obvodu spádové mateřské školy zřizované městem Strakonice</w:t>
      </w:r>
    </w:p>
    <w:p w:rsidR="00DE657F" w:rsidRPr="006F1089" w:rsidRDefault="00DE657F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  <w:r w:rsidRPr="006F1089">
        <w:rPr>
          <w:rFonts w:ascii="Tahoma" w:hAnsi="Tahoma" w:cs="Tahoma"/>
          <w:b/>
          <w:bCs/>
          <w:u w:val="single"/>
        </w:rPr>
        <w:t>Smlouva o spolupráci při tvorbě, aktualizaci a správě</w:t>
      </w:r>
      <w:r w:rsidR="00A3046D" w:rsidRPr="006F1089">
        <w:rPr>
          <w:rFonts w:ascii="Tahoma" w:hAnsi="Tahoma" w:cs="Tahoma"/>
          <w:b/>
          <w:bCs/>
          <w:u w:val="single"/>
        </w:rPr>
        <w:t xml:space="preserve"> </w:t>
      </w:r>
      <w:r w:rsidRPr="006F1089">
        <w:rPr>
          <w:rFonts w:ascii="Tahoma" w:hAnsi="Tahoma" w:cs="Tahoma"/>
          <w:b/>
          <w:bCs/>
          <w:u w:val="single"/>
        </w:rPr>
        <w:t>Digitální technické mapy Jihočeského kraje</w:t>
      </w:r>
    </w:p>
    <w:p w:rsidR="00680D43" w:rsidRPr="006F1089" w:rsidRDefault="00680D43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  <w:r w:rsidRPr="006F1089">
        <w:rPr>
          <w:rFonts w:ascii="Tahoma" w:hAnsi="Tahoma" w:cs="Tahoma"/>
          <w:b/>
          <w:bCs/>
          <w:u w:val="single"/>
        </w:rPr>
        <w:t xml:space="preserve">Ukončení servisní smlouvy </w:t>
      </w:r>
      <w:r w:rsidR="001E6E95" w:rsidRPr="006F1089">
        <w:rPr>
          <w:rFonts w:ascii="Tahoma" w:hAnsi="Tahoma" w:cs="Tahoma"/>
          <w:b/>
          <w:bCs/>
          <w:u w:val="single"/>
        </w:rPr>
        <w:t>„</w:t>
      </w:r>
      <w:r w:rsidR="00E14923" w:rsidRPr="006F1089">
        <w:rPr>
          <w:rFonts w:ascii="Tahoma" w:hAnsi="Tahoma" w:cs="Tahoma"/>
          <w:b/>
          <w:bCs/>
          <w:u w:val="single"/>
        </w:rPr>
        <w:t>Smlouva o poskytnutí podlicence a systémové podpoře</w:t>
      </w:r>
      <w:r w:rsidR="001E6E95" w:rsidRPr="006F1089">
        <w:rPr>
          <w:rFonts w:ascii="Tahoma" w:hAnsi="Tahoma" w:cs="Tahoma"/>
          <w:b/>
          <w:bCs/>
          <w:u w:val="single"/>
        </w:rPr>
        <w:t>“</w:t>
      </w:r>
      <w:r w:rsidR="00E14923" w:rsidRPr="006F1089">
        <w:rPr>
          <w:rFonts w:ascii="Tahoma" w:hAnsi="Tahoma" w:cs="Tahoma"/>
          <w:b/>
          <w:bCs/>
          <w:u w:val="single"/>
        </w:rPr>
        <w:t xml:space="preserve"> </w:t>
      </w:r>
      <w:r w:rsidRPr="006F1089">
        <w:rPr>
          <w:rFonts w:ascii="Tahoma" w:hAnsi="Tahoma" w:cs="Tahoma"/>
          <w:b/>
          <w:bCs/>
          <w:u w:val="single"/>
        </w:rPr>
        <w:t>s</w:t>
      </w:r>
      <w:r w:rsidR="00E14923" w:rsidRPr="006F1089">
        <w:rPr>
          <w:rFonts w:ascii="Tahoma" w:hAnsi="Tahoma" w:cs="Tahoma"/>
          <w:b/>
          <w:bCs/>
          <w:u w:val="single"/>
        </w:rPr>
        <w:t> </w:t>
      </w:r>
      <w:r w:rsidRPr="006F1089">
        <w:rPr>
          <w:rFonts w:ascii="Tahoma" w:hAnsi="Tahoma" w:cs="Tahoma"/>
          <w:b/>
          <w:bCs/>
          <w:u w:val="single"/>
        </w:rPr>
        <w:t>NTS</w:t>
      </w:r>
      <w:r w:rsidR="00E14923" w:rsidRPr="006F1089">
        <w:rPr>
          <w:rFonts w:ascii="Tahoma" w:hAnsi="Tahoma" w:cs="Tahoma"/>
          <w:b/>
          <w:bCs/>
          <w:u w:val="single"/>
        </w:rPr>
        <w:t xml:space="preserve"> </w:t>
      </w:r>
      <w:proofErr w:type="spellStart"/>
      <w:r w:rsidR="00E14923" w:rsidRPr="006F1089">
        <w:rPr>
          <w:rFonts w:ascii="Tahoma" w:hAnsi="Tahoma" w:cs="Tahoma"/>
          <w:b/>
          <w:bCs/>
          <w:u w:val="single"/>
        </w:rPr>
        <w:t>Computers</w:t>
      </w:r>
      <w:proofErr w:type="spellEnd"/>
      <w:r w:rsidR="00E14923" w:rsidRPr="006F1089">
        <w:rPr>
          <w:rFonts w:ascii="Tahoma" w:hAnsi="Tahoma" w:cs="Tahoma"/>
          <w:b/>
          <w:bCs/>
          <w:u w:val="single"/>
        </w:rPr>
        <w:t xml:space="preserve"> a.s.</w:t>
      </w:r>
    </w:p>
    <w:p w:rsidR="00E14923" w:rsidRPr="006F1089" w:rsidRDefault="00E14923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F1089">
        <w:rPr>
          <w:rFonts w:ascii="Tahoma" w:hAnsi="Tahoma" w:cs="Tahoma"/>
          <w:b/>
          <w:u w:val="single"/>
        </w:rPr>
        <w:t>Objednávky odboru školství za červenec 2021</w:t>
      </w:r>
    </w:p>
    <w:p w:rsidR="00CC388E" w:rsidRPr="006F1089" w:rsidRDefault="00CC388E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F1089">
        <w:rPr>
          <w:rFonts w:ascii="Tahoma" w:hAnsi="Tahoma" w:cs="Tahoma"/>
          <w:b/>
          <w:u w:val="single"/>
        </w:rPr>
        <w:t>Odměna ředitelky MŠ Strakonice, Lidická 625</w:t>
      </w:r>
    </w:p>
    <w:p w:rsidR="00AE0AED" w:rsidRPr="006F1089" w:rsidRDefault="00AE0AED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 w:rsidRPr="006F1089">
        <w:rPr>
          <w:rFonts w:ascii="Tahoma" w:hAnsi="Tahoma" w:cs="Tahoma"/>
          <w:b/>
          <w:u w:val="single"/>
        </w:rPr>
        <w:t>Zápis z jednání projektu Otava ze dne 27.</w:t>
      </w:r>
      <w:r w:rsidR="009E5A15">
        <w:rPr>
          <w:rFonts w:ascii="Tahoma" w:hAnsi="Tahoma" w:cs="Tahoma"/>
          <w:b/>
          <w:u w:val="single"/>
        </w:rPr>
        <w:t xml:space="preserve"> </w:t>
      </w:r>
      <w:r w:rsidRPr="006F1089">
        <w:rPr>
          <w:rFonts w:ascii="Tahoma" w:hAnsi="Tahoma" w:cs="Tahoma"/>
          <w:b/>
          <w:u w:val="single"/>
        </w:rPr>
        <w:t>6.</w:t>
      </w:r>
      <w:r w:rsidR="009E5A15">
        <w:rPr>
          <w:rFonts w:ascii="Tahoma" w:hAnsi="Tahoma" w:cs="Tahoma"/>
          <w:b/>
          <w:u w:val="single"/>
        </w:rPr>
        <w:t xml:space="preserve"> </w:t>
      </w:r>
      <w:r w:rsidRPr="006F1089">
        <w:rPr>
          <w:rFonts w:ascii="Tahoma" w:hAnsi="Tahoma" w:cs="Tahoma"/>
          <w:b/>
          <w:u w:val="single"/>
        </w:rPr>
        <w:t>2021</w:t>
      </w:r>
    </w:p>
    <w:p w:rsidR="00D031F9" w:rsidRPr="006F1089" w:rsidRDefault="00D031F9" w:rsidP="006F1089">
      <w:pPr>
        <w:pStyle w:val="Odstavecseseznamem"/>
        <w:numPr>
          <w:ilvl w:val="0"/>
          <w:numId w:val="9"/>
        </w:numPr>
        <w:rPr>
          <w:rFonts w:ascii="Tahoma" w:hAnsi="Tahoma" w:cs="Tahoma"/>
          <w:b/>
          <w:u w:val="single"/>
        </w:rPr>
      </w:pPr>
      <w:r w:rsidRPr="006F1089">
        <w:rPr>
          <w:rFonts w:ascii="Tahoma" w:hAnsi="Tahoma" w:cs="Tahoma"/>
          <w:b/>
          <w:u w:val="single"/>
        </w:rPr>
        <w:t>Individuální dotace – TJ ČZ Strakonice, spolek</w:t>
      </w:r>
    </w:p>
    <w:p w:rsidR="00680D43" w:rsidRPr="006F1089" w:rsidRDefault="0093026C" w:rsidP="006F1089">
      <w:pPr>
        <w:pStyle w:val="Odstavecseseznamem"/>
        <w:widowControl w:val="0"/>
        <w:numPr>
          <w:ilvl w:val="0"/>
          <w:numId w:val="9"/>
        </w:numPr>
        <w:autoSpaceDE w:val="0"/>
        <w:autoSpaceDN w:val="0"/>
        <w:adjustRightInd w:val="0"/>
        <w:rPr>
          <w:rFonts w:ascii="Tahoma" w:hAnsi="Tahoma" w:cs="Tahoma"/>
          <w:b/>
          <w:bCs/>
          <w:u w:val="single"/>
        </w:rPr>
      </w:pPr>
      <w:r w:rsidRPr="006F1089">
        <w:rPr>
          <w:rFonts w:ascii="Tahoma" w:hAnsi="Tahoma" w:cs="Tahoma"/>
          <w:b/>
          <w:bCs/>
          <w:u w:val="single"/>
        </w:rPr>
        <w:t>Československá obec legionářská</w:t>
      </w: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9003A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79003A" w:rsidRPr="005E0400" w:rsidRDefault="0079003A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K projednání v radě města dne </w:t>
      </w:r>
      <w:r w:rsidR="00610EE1">
        <w:rPr>
          <w:rFonts w:ascii="Tahoma" w:hAnsi="Tahoma" w:cs="Tahoma"/>
          <w:sz w:val="20"/>
          <w:szCs w:val="20"/>
        </w:rPr>
        <w:t>18</w:t>
      </w:r>
      <w:r w:rsidR="00053C5A">
        <w:rPr>
          <w:rFonts w:ascii="Tahoma" w:hAnsi="Tahoma" w:cs="Tahoma"/>
          <w:sz w:val="20"/>
          <w:szCs w:val="20"/>
        </w:rPr>
        <w:t>.</w:t>
      </w:r>
      <w:r w:rsidR="008E6A45">
        <w:rPr>
          <w:rFonts w:ascii="Tahoma" w:hAnsi="Tahoma" w:cs="Tahoma"/>
          <w:sz w:val="20"/>
          <w:szCs w:val="20"/>
        </w:rPr>
        <w:t xml:space="preserve"> </w:t>
      </w:r>
      <w:r w:rsidR="00610EE1">
        <w:rPr>
          <w:rFonts w:ascii="Tahoma" w:hAnsi="Tahoma" w:cs="Tahoma"/>
          <w:sz w:val="20"/>
          <w:szCs w:val="20"/>
        </w:rPr>
        <w:t>srpna</w:t>
      </w:r>
      <w:r w:rsidRPr="005E0400">
        <w:rPr>
          <w:rFonts w:ascii="Tahoma" w:hAnsi="Tahoma" w:cs="Tahoma"/>
          <w:sz w:val="20"/>
          <w:szCs w:val="20"/>
        </w:rPr>
        <w:t xml:space="preserve"> 20</w:t>
      </w:r>
      <w:r w:rsidR="00053C5A">
        <w:rPr>
          <w:rFonts w:ascii="Tahoma" w:hAnsi="Tahoma" w:cs="Tahoma"/>
          <w:sz w:val="20"/>
          <w:szCs w:val="20"/>
        </w:rPr>
        <w:t>2</w:t>
      </w:r>
      <w:r w:rsidR="00661595">
        <w:rPr>
          <w:rFonts w:ascii="Tahoma" w:hAnsi="Tahoma" w:cs="Tahoma"/>
          <w:sz w:val="20"/>
          <w:szCs w:val="20"/>
        </w:rPr>
        <w:t>1</w:t>
      </w: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5E0400" w:rsidRDefault="005E040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F7E67" w:rsidRPr="005E0400" w:rsidRDefault="00BF7E67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053C5A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5E0400">
        <w:rPr>
          <w:rFonts w:ascii="Tahoma" w:hAnsi="Tahoma" w:cs="Tahoma"/>
          <w:b/>
          <w:bCs/>
          <w:sz w:val="20"/>
          <w:szCs w:val="20"/>
        </w:rPr>
        <w:t>Předkládá:</w:t>
      </w:r>
    </w:p>
    <w:p w:rsidR="00610EE1" w:rsidRDefault="0066159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Ing. Libuše Řeřábková</w:t>
      </w:r>
    </w:p>
    <w:p w:rsidR="00FF6E34" w:rsidRDefault="003C78C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 xml:space="preserve">vedoucí </w:t>
      </w:r>
      <w:r w:rsidR="00661595">
        <w:rPr>
          <w:rFonts w:ascii="Tahoma" w:hAnsi="Tahoma" w:cs="Tahoma"/>
          <w:sz w:val="20"/>
          <w:szCs w:val="20"/>
        </w:rPr>
        <w:t>odboru</w:t>
      </w: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C1ADB" w:rsidRDefault="00BC1AD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AC26C6" w:rsidRDefault="00AC26C6"/>
    <w:p w:rsidR="00610EE1" w:rsidRPr="00AB143E" w:rsidRDefault="00610EE1" w:rsidP="00610EE1">
      <w:pPr>
        <w:pStyle w:val="Nadpis2"/>
        <w:jc w:val="both"/>
        <w:rPr>
          <w:rFonts w:ascii="Tahoma" w:hAnsi="Tahoma" w:cs="Tahoma"/>
          <w:sz w:val="24"/>
        </w:rPr>
      </w:pPr>
      <w:r w:rsidRPr="00AB143E">
        <w:rPr>
          <w:rFonts w:ascii="Tahoma" w:hAnsi="Tahoma" w:cs="Tahoma"/>
          <w:sz w:val="24"/>
          <w:u w:val="none"/>
        </w:rPr>
        <w:lastRenderedPageBreak/>
        <w:t xml:space="preserve">1) </w:t>
      </w:r>
      <w:r w:rsidRPr="00AB143E">
        <w:rPr>
          <w:rFonts w:ascii="Tahoma" w:hAnsi="Tahoma" w:cs="Tahoma"/>
          <w:sz w:val="24"/>
        </w:rPr>
        <w:t>Smlouvy o zajištění předškolního vzdělávání ve školském obvodu spádové mateřské školy zřizované městem Strakonice</w:t>
      </w:r>
    </w:p>
    <w:p w:rsidR="00610EE1" w:rsidRPr="00AB7E1F" w:rsidRDefault="00610EE1" w:rsidP="00610EE1">
      <w:pPr>
        <w:jc w:val="both"/>
        <w:rPr>
          <w:rFonts w:ascii="Tahoma" w:hAnsi="Tahoma" w:cs="Tahoma"/>
        </w:rPr>
      </w:pPr>
    </w:p>
    <w:p w:rsidR="00610EE1" w:rsidRPr="00AB143E" w:rsidRDefault="00610EE1" w:rsidP="00610EE1">
      <w:pPr>
        <w:pStyle w:val="Bezmezer"/>
        <w:rPr>
          <w:rFonts w:ascii="Tahoma" w:hAnsi="Tahoma" w:cs="Tahoma"/>
          <w:b/>
          <w:sz w:val="20"/>
          <w:szCs w:val="20"/>
        </w:rPr>
      </w:pPr>
      <w:r w:rsidRPr="00AB143E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610EE1" w:rsidRDefault="00610EE1" w:rsidP="00610EE1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610EE1" w:rsidRPr="008360E6" w:rsidRDefault="00610EE1" w:rsidP="00610EE1">
      <w:pPr>
        <w:rPr>
          <w:rFonts w:ascii="Tahoma" w:hAnsi="Tahoma" w:cs="Tahoma"/>
          <w:sz w:val="20"/>
          <w:szCs w:val="20"/>
        </w:rPr>
      </w:pPr>
    </w:p>
    <w:p w:rsidR="00610EE1" w:rsidRDefault="00610EE1" w:rsidP="00610E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610EE1" w:rsidRDefault="00610EE1" w:rsidP="00610EE1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uzavřením smluv o zajištění předškolního vzdělávání ve školském obvodu spádové mateřské školy zřizované městem Strakonice s obcemi Drachkov, Libětice, Mutěnice, Pracejovice, Radošovice, Sousedovice.</w:t>
      </w:r>
    </w:p>
    <w:p w:rsidR="00610EE1" w:rsidRDefault="00610EE1" w:rsidP="00610EE1">
      <w:pPr>
        <w:jc w:val="both"/>
        <w:rPr>
          <w:rFonts w:ascii="Tahoma" w:hAnsi="Tahoma" w:cs="Tahoma"/>
          <w:sz w:val="20"/>
          <w:szCs w:val="20"/>
        </w:rPr>
      </w:pPr>
    </w:p>
    <w:p w:rsidR="00610EE1" w:rsidRDefault="00610EE1" w:rsidP="00610EE1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610EE1" w:rsidRDefault="00610EE1" w:rsidP="00610EE1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předmětných smluv. </w:t>
      </w:r>
    </w:p>
    <w:p w:rsidR="004E714C" w:rsidRPr="004E714C" w:rsidRDefault="004E714C" w:rsidP="004E714C">
      <w:pPr>
        <w:rPr>
          <w:rFonts w:ascii="Tahoma" w:hAnsi="Tahoma" w:cs="Tahoma"/>
          <w:sz w:val="20"/>
          <w:szCs w:val="20"/>
        </w:rPr>
      </w:pPr>
    </w:p>
    <w:p w:rsidR="00A3046D" w:rsidRPr="00AB143E" w:rsidRDefault="00A3046D" w:rsidP="00A3046D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>2</w:t>
      </w:r>
      <w:r w:rsidRPr="00AB143E">
        <w:rPr>
          <w:rFonts w:ascii="Tahoma" w:hAnsi="Tahoma" w:cs="Tahoma"/>
          <w:sz w:val="24"/>
          <w:u w:val="none"/>
        </w:rPr>
        <w:t xml:space="preserve">) </w:t>
      </w:r>
      <w:r w:rsidRPr="00A3046D">
        <w:rPr>
          <w:rFonts w:ascii="Tahoma" w:hAnsi="Tahoma" w:cs="Tahoma"/>
          <w:sz w:val="24"/>
        </w:rPr>
        <w:t>Smlouva o spolupráci při tvorbě, aktualizaci a správě</w:t>
      </w:r>
      <w:r>
        <w:rPr>
          <w:rFonts w:ascii="Tahoma" w:hAnsi="Tahoma" w:cs="Tahoma"/>
          <w:sz w:val="24"/>
        </w:rPr>
        <w:t xml:space="preserve"> </w:t>
      </w:r>
      <w:r w:rsidRPr="00A3046D">
        <w:rPr>
          <w:rFonts w:ascii="Tahoma" w:hAnsi="Tahoma" w:cs="Tahoma"/>
          <w:sz w:val="24"/>
        </w:rPr>
        <w:t>Digitální technické mapy Jihočeského kraje</w:t>
      </w:r>
    </w:p>
    <w:p w:rsidR="00A3046D" w:rsidRPr="00AB7E1F" w:rsidRDefault="00A3046D" w:rsidP="00A3046D">
      <w:pPr>
        <w:jc w:val="both"/>
        <w:rPr>
          <w:rFonts w:ascii="Tahoma" w:hAnsi="Tahoma" w:cs="Tahoma"/>
        </w:rPr>
      </w:pPr>
    </w:p>
    <w:p w:rsidR="00A3046D" w:rsidRPr="00AB143E" w:rsidRDefault="00A3046D" w:rsidP="00A3046D">
      <w:pPr>
        <w:pStyle w:val="Bezmezer"/>
        <w:rPr>
          <w:rFonts w:ascii="Tahoma" w:hAnsi="Tahoma" w:cs="Tahoma"/>
          <w:b/>
          <w:sz w:val="20"/>
          <w:szCs w:val="20"/>
        </w:rPr>
      </w:pPr>
      <w:r w:rsidRPr="00AB143E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A3046D" w:rsidRDefault="00A3046D" w:rsidP="00A3046D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A3046D" w:rsidRPr="008360E6" w:rsidRDefault="00A3046D" w:rsidP="00A3046D">
      <w:pPr>
        <w:rPr>
          <w:rFonts w:ascii="Tahoma" w:hAnsi="Tahoma" w:cs="Tahoma"/>
          <w:sz w:val="20"/>
          <w:szCs w:val="20"/>
        </w:rPr>
      </w:pPr>
    </w:p>
    <w:p w:rsidR="00A3046D" w:rsidRDefault="00A3046D" w:rsidP="00A3046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A3046D" w:rsidRDefault="00A3046D" w:rsidP="00A3046D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uzavřením smlouvy</w:t>
      </w:r>
      <w:r w:rsidRPr="00A3046D">
        <w:t xml:space="preserve"> </w:t>
      </w:r>
      <w:r w:rsidRPr="00A3046D">
        <w:rPr>
          <w:rFonts w:ascii="Tahoma" w:hAnsi="Tahoma" w:cs="Tahoma"/>
          <w:sz w:val="20"/>
          <w:szCs w:val="20"/>
        </w:rPr>
        <w:t>o spolupráci při tvorbě, aktualizaci a správě Digitální technické mapy Jihočeského kraje</w:t>
      </w:r>
      <w:r>
        <w:rPr>
          <w:rFonts w:ascii="Tahoma" w:hAnsi="Tahoma" w:cs="Tahoma"/>
          <w:sz w:val="20"/>
          <w:szCs w:val="20"/>
        </w:rPr>
        <w:t xml:space="preserve"> </w:t>
      </w:r>
      <w:r w:rsidR="00144568">
        <w:rPr>
          <w:rFonts w:ascii="Tahoma" w:hAnsi="Tahoma" w:cs="Tahoma"/>
          <w:sz w:val="20"/>
          <w:szCs w:val="20"/>
        </w:rPr>
        <w:t xml:space="preserve">mezi </w:t>
      </w:r>
      <w:r w:rsidR="00390423">
        <w:rPr>
          <w:rFonts w:ascii="Tahoma" w:hAnsi="Tahoma" w:cs="Tahoma"/>
          <w:sz w:val="20"/>
          <w:szCs w:val="20"/>
        </w:rPr>
        <w:t>m</w:t>
      </w:r>
      <w:r w:rsidR="00144568">
        <w:rPr>
          <w:rFonts w:ascii="Tahoma" w:hAnsi="Tahoma" w:cs="Tahoma"/>
          <w:sz w:val="20"/>
          <w:szCs w:val="20"/>
        </w:rPr>
        <w:t>ěstem Strakonice</w:t>
      </w:r>
      <w:r w:rsidR="006F090E">
        <w:rPr>
          <w:rFonts w:ascii="Tahoma" w:hAnsi="Tahoma" w:cs="Tahoma"/>
          <w:sz w:val="20"/>
          <w:szCs w:val="20"/>
        </w:rPr>
        <w:t>, Velké náměstí 2, 386 01 Strakonice</w:t>
      </w:r>
      <w:r w:rsidR="00144568">
        <w:rPr>
          <w:rFonts w:ascii="Tahoma" w:hAnsi="Tahoma" w:cs="Tahoma"/>
          <w:sz w:val="20"/>
          <w:szCs w:val="20"/>
        </w:rPr>
        <w:t xml:space="preserve"> a Jihočeským krajem, U zimního sta</w:t>
      </w:r>
      <w:r w:rsidR="00092561">
        <w:rPr>
          <w:rFonts w:ascii="Tahoma" w:hAnsi="Tahoma" w:cs="Tahoma"/>
          <w:sz w:val="20"/>
          <w:szCs w:val="20"/>
        </w:rPr>
        <w:t>dionu 1952/2</w:t>
      </w:r>
      <w:r w:rsidR="00144568">
        <w:rPr>
          <w:rFonts w:ascii="Tahoma" w:hAnsi="Tahoma" w:cs="Tahoma"/>
          <w:sz w:val="20"/>
          <w:szCs w:val="20"/>
        </w:rPr>
        <w:t xml:space="preserve">, 370 </w:t>
      </w:r>
      <w:r w:rsidR="00092561">
        <w:rPr>
          <w:rFonts w:ascii="Tahoma" w:hAnsi="Tahoma" w:cs="Tahoma"/>
          <w:sz w:val="20"/>
          <w:szCs w:val="20"/>
        </w:rPr>
        <w:t>76</w:t>
      </w:r>
      <w:r w:rsidR="00144568">
        <w:rPr>
          <w:rFonts w:ascii="Tahoma" w:hAnsi="Tahoma" w:cs="Tahoma"/>
          <w:sz w:val="20"/>
          <w:szCs w:val="20"/>
        </w:rPr>
        <w:t xml:space="preserve"> České Budějovice.</w:t>
      </w:r>
    </w:p>
    <w:p w:rsidR="00A3046D" w:rsidRDefault="00A3046D" w:rsidP="00A3046D">
      <w:pPr>
        <w:jc w:val="both"/>
        <w:rPr>
          <w:rFonts w:ascii="Tahoma" w:hAnsi="Tahoma" w:cs="Tahoma"/>
          <w:sz w:val="20"/>
          <w:szCs w:val="20"/>
        </w:rPr>
      </w:pPr>
    </w:p>
    <w:p w:rsidR="00A3046D" w:rsidRDefault="00A3046D" w:rsidP="00A3046D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A3046D" w:rsidRDefault="00A3046D" w:rsidP="00A3046D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předmětné smlouvy. </w:t>
      </w:r>
    </w:p>
    <w:p w:rsidR="00A3046D" w:rsidRPr="004E714C" w:rsidRDefault="00A3046D" w:rsidP="00A3046D">
      <w:pPr>
        <w:rPr>
          <w:rFonts w:ascii="Tahoma" w:hAnsi="Tahoma" w:cs="Tahoma"/>
          <w:sz w:val="20"/>
          <w:szCs w:val="20"/>
        </w:rPr>
      </w:pPr>
    </w:p>
    <w:p w:rsidR="00E14923" w:rsidRDefault="00E14923" w:rsidP="001E6E95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>3</w:t>
      </w:r>
      <w:r w:rsidRPr="00AB143E">
        <w:rPr>
          <w:rFonts w:ascii="Tahoma" w:hAnsi="Tahoma" w:cs="Tahoma"/>
          <w:sz w:val="24"/>
          <w:u w:val="none"/>
        </w:rPr>
        <w:t xml:space="preserve">) </w:t>
      </w:r>
      <w:r w:rsidR="001E6E95" w:rsidRPr="001E6E95">
        <w:rPr>
          <w:rFonts w:ascii="Tahoma" w:hAnsi="Tahoma" w:cs="Tahoma"/>
          <w:sz w:val="24"/>
        </w:rPr>
        <w:t xml:space="preserve">Ukončení servisní smlouvy </w:t>
      </w:r>
      <w:r w:rsidR="001E6E95">
        <w:rPr>
          <w:rFonts w:ascii="Tahoma" w:hAnsi="Tahoma" w:cs="Tahoma"/>
          <w:sz w:val="24"/>
        </w:rPr>
        <w:t>„</w:t>
      </w:r>
      <w:r w:rsidR="001E6E95" w:rsidRPr="001E6E95">
        <w:rPr>
          <w:rFonts w:ascii="Tahoma" w:hAnsi="Tahoma" w:cs="Tahoma"/>
          <w:sz w:val="24"/>
        </w:rPr>
        <w:t>Smlouva o poskytnutí podlicence a systémové podpoře</w:t>
      </w:r>
      <w:r w:rsidR="001E6E95">
        <w:rPr>
          <w:rFonts w:ascii="Tahoma" w:hAnsi="Tahoma" w:cs="Tahoma"/>
          <w:sz w:val="24"/>
        </w:rPr>
        <w:t>“</w:t>
      </w:r>
      <w:r w:rsidR="001E6E95" w:rsidRPr="001E6E95">
        <w:rPr>
          <w:rFonts w:ascii="Tahoma" w:hAnsi="Tahoma" w:cs="Tahoma"/>
          <w:sz w:val="24"/>
        </w:rPr>
        <w:t xml:space="preserve"> s NTS </w:t>
      </w:r>
      <w:proofErr w:type="spellStart"/>
      <w:r w:rsidR="001E6E95" w:rsidRPr="001E6E95">
        <w:rPr>
          <w:rFonts w:ascii="Tahoma" w:hAnsi="Tahoma" w:cs="Tahoma"/>
          <w:sz w:val="24"/>
        </w:rPr>
        <w:t>Computers</w:t>
      </w:r>
      <w:proofErr w:type="spellEnd"/>
      <w:r w:rsidR="001E6E95" w:rsidRPr="001E6E95">
        <w:rPr>
          <w:rFonts w:ascii="Tahoma" w:hAnsi="Tahoma" w:cs="Tahoma"/>
          <w:sz w:val="24"/>
        </w:rPr>
        <w:t xml:space="preserve"> a.s.</w:t>
      </w:r>
    </w:p>
    <w:p w:rsidR="001E6E95" w:rsidRPr="001E6E95" w:rsidRDefault="001E6E95" w:rsidP="001E6E95"/>
    <w:p w:rsidR="00E14923" w:rsidRPr="00AB143E" w:rsidRDefault="00E14923" w:rsidP="00E14923">
      <w:pPr>
        <w:pStyle w:val="Bezmezer"/>
        <w:rPr>
          <w:rFonts w:ascii="Tahoma" w:hAnsi="Tahoma" w:cs="Tahoma"/>
          <w:b/>
          <w:sz w:val="20"/>
          <w:szCs w:val="20"/>
        </w:rPr>
      </w:pPr>
      <w:r w:rsidRPr="00AB143E">
        <w:rPr>
          <w:rFonts w:ascii="Tahoma" w:hAnsi="Tahoma" w:cs="Tahoma"/>
          <w:b/>
          <w:sz w:val="20"/>
          <w:szCs w:val="20"/>
        </w:rPr>
        <w:t xml:space="preserve">Návrh usnesení: </w:t>
      </w:r>
    </w:p>
    <w:p w:rsidR="00E14923" w:rsidRDefault="00E14923" w:rsidP="00E1492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RM po projednání </w:t>
      </w:r>
    </w:p>
    <w:p w:rsidR="00E14923" w:rsidRPr="008360E6" w:rsidRDefault="00E14923" w:rsidP="00E14923">
      <w:pPr>
        <w:rPr>
          <w:rFonts w:ascii="Tahoma" w:hAnsi="Tahoma" w:cs="Tahoma"/>
          <w:sz w:val="20"/>
          <w:szCs w:val="20"/>
        </w:rPr>
      </w:pPr>
    </w:p>
    <w:p w:rsidR="00E14923" w:rsidRDefault="00E14923" w:rsidP="00E1492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I. Souhlasí</w:t>
      </w:r>
    </w:p>
    <w:p w:rsidR="00E14923" w:rsidRDefault="00E14923" w:rsidP="00E14923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454A9C">
        <w:rPr>
          <w:rFonts w:ascii="Tahoma" w:hAnsi="Tahoma" w:cs="Tahoma"/>
          <w:sz w:val="20"/>
          <w:szCs w:val="20"/>
        </w:rPr>
        <w:t> uzavřením dohody</w:t>
      </w:r>
      <w:r w:rsidR="00A65E29">
        <w:rPr>
          <w:rFonts w:ascii="Tahoma" w:hAnsi="Tahoma" w:cs="Tahoma"/>
          <w:sz w:val="20"/>
          <w:szCs w:val="20"/>
        </w:rPr>
        <w:t xml:space="preserve"> o ukončení  </w:t>
      </w:r>
      <w:r w:rsidR="00A65E29" w:rsidRPr="00A65E29">
        <w:rPr>
          <w:rFonts w:ascii="Tahoma" w:hAnsi="Tahoma" w:cs="Tahoma"/>
          <w:sz w:val="20"/>
          <w:szCs w:val="20"/>
        </w:rPr>
        <w:t>servisní smlouvy „Smlouv</w:t>
      </w:r>
      <w:r w:rsidR="00A65E29">
        <w:rPr>
          <w:rFonts w:ascii="Tahoma" w:hAnsi="Tahoma" w:cs="Tahoma"/>
          <w:sz w:val="20"/>
          <w:szCs w:val="20"/>
        </w:rPr>
        <w:t>a</w:t>
      </w:r>
      <w:r w:rsidR="00A65E29" w:rsidRPr="00A65E29">
        <w:rPr>
          <w:rFonts w:ascii="Tahoma" w:hAnsi="Tahoma" w:cs="Tahoma"/>
          <w:sz w:val="20"/>
          <w:szCs w:val="20"/>
        </w:rPr>
        <w:t xml:space="preserve"> o poskytnutí podlicence a systémové podpoře“</w:t>
      </w:r>
      <w:r w:rsidR="00A65E29">
        <w:rPr>
          <w:rFonts w:ascii="Tahoma" w:hAnsi="Tahoma" w:cs="Tahoma"/>
          <w:sz w:val="20"/>
          <w:szCs w:val="20"/>
        </w:rPr>
        <w:t xml:space="preserve">  </w:t>
      </w:r>
      <w:r w:rsidR="00092561">
        <w:rPr>
          <w:rFonts w:ascii="Tahoma" w:hAnsi="Tahoma" w:cs="Tahoma"/>
          <w:sz w:val="20"/>
          <w:szCs w:val="20"/>
        </w:rPr>
        <w:t xml:space="preserve">mezi </w:t>
      </w:r>
      <w:r w:rsidR="00390423">
        <w:rPr>
          <w:rFonts w:ascii="Tahoma" w:hAnsi="Tahoma" w:cs="Tahoma"/>
          <w:sz w:val="20"/>
          <w:szCs w:val="20"/>
        </w:rPr>
        <w:t>m</w:t>
      </w:r>
      <w:r w:rsidR="00092561">
        <w:rPr>
          <w:rFonts w:ascii="Tahoma" w:hAnsi="Tahoma" w:cs="Tahoma"/>
          <w:sz w:val="20"/>
          <w:szCs w:val="20"/>
        </w:rPr>
        <w:t>ěstem Strakonice</w:t>
      </w:r>
      <w:r w:rsidR="006F090E">
        <w:rPr>
          <w:rFonts w:ascii="Tahoma" w:hAnsi="Tahoma" w:cs="Tahoma"/>
          <w:sz w:val="20"/>
          <w:szCs w:val="20"/>
        </w:rPr>
        <w:t>, Velké náměstí 2, 386 01 Strakonice</w:t>
      </w:r>
      <w:r w:rsidR="00092561">
        <w:rPr>
          <w:rFonts w:ascii="Tahoma" w:hAnsi="Tahoma" w:cs="Tahoma"/>
          <w:sz w:val="20"/>
          <w:szCs w:val="20"/>
        </w:rPr>
        <w:t xml:space="preserve"> a </w:t>
      </w:r>
      <w:r w:rsidR="00A65E29">
        <w:rPr>
          <w:rFonts w:ascii="Tahoma" w:hAnsi="Tahoma" w:cs="Tahoma"/>
          <w:sz w:val="20"/>
          <w:szCs w:val="20"/>
        </w:rPr>
        <w:t xml:space="preserve">firmou NTS </w:t>
      </w:r>
      <w:proofErr w:type="spellStart"/>
      <w:r w:rsidR="00A65E29">
        <w:rPr>
          <w:rFonts w:ascii="Tahoma" w:hAnsi="Tahoma" w:cs="Tahoma"/>
          <w:sz w:val="20"/>
          <w:szCs w:val="20"/>
        </w:rPr>
        <w:t>Computers</w:t>
      </w:r>
      <w:proofErr w:type="spellEnd"/>
      <w:r w:rsidR="00A65E29">
        <w:rPr>
          <w:rFonts w:ascii="Tahoma" w:hAnsi="Tahoma" w:cs="Tahoma"/>
          <w:sz w:val="20"/>
          <w:szCs w:val="20"/>
        </w:rPr>
        <w:t xml:space="preserve"> a.s. se sídlem Bezděkovská 30, 386</w:t>
      </w:r>
      <w:r w:rsidR="00390423">
        <w:rPr>
          <w:rFonts w:ascii="Tahoma" w:hAnsi="Tahoma" w:cs="Tahoma"/>
          <w:sz w:val="20"/>
          <w:szCs w:val="20"/>
        </w:rPr>
        <w:t xml:space="preserve"> </w:t>
      </w:r>
      <w:r w:rsidR="00A65E29">
        <w:rPr>
          <w:rFonts w:ascii="Tahoma" w:hAnsi="Tahoma" w:cs="Tahoma"/>
          <w:sz w:val="20"/>
          <w:szCs w:val="20"/>
        </w:rPr>
        <w:t>01 Strakonice.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E14923" w:rsidRDefault="00E14923" w:rsidP="00E14923">
      <w:pPr>
        <w:jc w:val="both"/>
        <w:rPr>
          <w:rFonts w:ascii="Tahoma" w:hAnsi="Tahoma" w:cs="Tahoma"/>
          <w:sz w:val="20"/>
          <w:szCs w:val="20"/>
        </w:rPr>
      </w:pPr>
    </w:p>
    <w:p w:rsidR="00E14923" w:rsidRDefault="00E14923" w:rsidP="00E14923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II. Pověřuje</w:t>
      </w:r>
    </w:p>
    <w:p w:rsidR="00E14923" w:rsidRDefault="00E14923" w:rsidP="00E14923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města podpisem předmětné </w:t>
      </w:r>
      <w:r w:rsidR="00A65E29">
        <w:rPr>
          <w:rFonts w:ascii="Tahoma" w:hAnsi="Tahoma" w:cs="Tahoma"/>
          <w:sz w:val="20"/>
          <w:szCs w:val="20"/>
        </w:rPr>
        <w:t>dohody o ukončení servisní smlouvy</w:t>
      </w:r>
      <w:r>
        <w:rPr>
          <w:rFonts w:ascii="Tahoma" w:hAnsi="Tahoma" w:cs="Tahoma"/>
          <w:sz w:val="20"/>
          <w:szCs w:val="20"/>
        </w:rPr>
        <w:t xml:space="preserve">. </w:t>
      </w:r>
    </w:p>
    <w:p w:rsidR="00E14923" w:rsidRPr="004E714C" w:rsidRDefault="00E14923" w:rsidP="00E14923">
      <w:pPr>
        <w:rPr>
          <w:rFonts w:ascii="Tahoma" w:hAnsi="Tahoma" w:cs="Tahoma"/>
          <w:sz w:val="20"/>
          <w:szCs w:val="20"/>
        </w:rPr>
      </w:pPr>
    </w:p>
    <w:p w:rsidR="007B650E" w:rsidRDefault="007B650E" w:rsidP="00E14923">
      <w:pPr>
        <w:spacing w:line="256" w:lineRule="auto"/>
        <w:jc w:val="both"/>
        <w:rPr>
          <w:rFonts w:ascii="Tahoma" w:hAnsi="Tahoma" w:cs="Tahoma"/>
          <w:sz w:val="20"/>
          <w:szCs w:val="20"/>
        </w:rPr>
      </w:pPr>
    </w:p>
    <w:p w:rsidR="00E14923" w:rsidRPr="004E714C" w:rsidRDefault="00E14923" w:rsidP="00E14923">
      <w:pPr>
        <w:keepNext/>
        <w:widowControl w:val="0"/>
        <w:tabs>
          <w:tab w:val="left" w:pos="5103"/>
        </w:tabs>
        <w:autoSpaceDE w:val="0"/>
        <w:autoSpaceDN w:val="0"/>
        <w:adjustRightInd w:val="0"/>
        <w:outlineLvl w:val="1"/>
        <w:rPr>
          <w:rFonts w:ascii="Calibri" w:eastAsia="Calibri" w:hAnsi="Calibri" w:cs="Calibri"/>
          <w:b/>
          <w:bCs/>
          <w:sz w:val="28"/>
          <w:u w:val="single"/>
        </w:rPr>
      </w:pPr>
      <w:r>
        <w:rPr>
          <w:rFonts w:ascii="Tahoma" w:hAnsi="Tahoma" w:cs="Tahoma"/>
          <w:b/>
          <w:bCs/>
          <w:u w:val="single"/>
        </w:rPr>
        <w:t>4</w:t>
      </w:r>
      <w:r w:rsidRPr="004E714C">
        <w:rPr>
          <w:rFonts w:ascii="Tahoma" w:hAnsi="Tahoma" w:cs="Tahoma"/>
          <w:b/>
          <w:bCs/>
          <w:u w:val="single"/>
        </w:rPr>
        <w:t xml:space="preserve">) </w:t>
      </w:r>
      <w:r>
        <w:rPr>
          <w:rFonts w:ascii="Tahoma" w:hAnsi="Tahoma" w:cs="Tahoma"/>
          <w:b/>
          <w:bCs/>
          <w:u w:val="single"/>
        </w:rPr>
        <w:t xml:space="preserve">Objednávky odboru školství za červenec 2021 </w:t>
      </w:r>
    </w:p>
    <w:p w:rsidR="00E14923" w:rsidRDefault="00E14923" w:rsidP="00E14923">
      <w:pPr>
        <w:jc w:val="both"/>
        <w:rPr>
          <w:rFonts w:ascii="Tahoma" w:hAnsi="Tahoma" w:cs="Tahoma"/>
          <w:b/>
          <w:u w:val="single"/>
        </w:rPr>
      </w:pPr>
    </w:p>
    <w:p w:rsidR="00E14923" w:rsidRPr="005F6077" w:rsidRDefault="00E14923" w:rsidP="00E14923">
      <w:pPr>
        <w:jc w:val="both"/>
        <w:rPr>
          <w:rFonts w:ascii="Tahoma" w:hAnsi="Tahoma" w:cs="Tahoma"/>
          <w:b/>
          <w:sz w:val="20"/>
          <w:szCs w:val="20"/>
        </w:rPr>
      </w:pPr>
      <w:r w:rsidRPr="005F6077">
        <w:rPr>
          <w:rFonts w:ascii="Tahoma" w:hAnsi="Tahoma" w:cs="Tahoma"/>
          <w:b/>
          <w:sz w:val="20"/>
          <w:szCs w:val="20"/>
        </w:rPr>
        <w:t>Návrh usnesení:</w:t>
      </w:r>
    </w:p>
    <w:p w:rsidR="00E14923" w:rsidRPr="005E0400" w:rsidRDefault="00E14923" w:rsidP="00E14923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E14923" w:rsidRDefault="00E14923" w:rsidP="00E14923">
      <w:pPr>
        <w:jc w:val="both"/>
        <w:rPr>
          <w:rFonts w:ascii="Tahoma" w:hAnsi="Tahoma" w:cs="Tahoma"/>
          <w:sz w:val="20"/>
          <w:szCs w:val="20"/>
        </w:rPr>
      </w:pPr>
    </w:p>
    <w:p w:rsidR="00E14923" w:rsidRPr="005E0400" w:rsidRDefault="00E14923" w:rsidP="00E14923">
      <w:pPr>
        <w:pStyle w:val="Nadpis3"/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I. Bere na vědomí</w:t>
      </w:r>
    </w:p>
    <w:p w:rsidR="00E14923" w:rsidRPr="00BC798A" w:rsidRDefault="00E14923" w:rsidP="00E14923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Pr="00BC798A">
        <w:rPr>
          <w:rFonts w:ascii="Tahoma" w:hAnsi="Tahoma" w:cs="Tahoma"/>
          <w:sz w:val="20"/>
          <w:szCs w:val="20"/>
        </w:rPr>
        <w:t>eznam objednávek odbo</w:t>
      </w:r>
      <w:r>
        <w:rPr>
          <w:rFonts w:ascii="Tahoma" w:hAnsi="Tahoma" w:cs="Tahoma"/>
          <w:sz w:val="20"/>
          <w:szCs w:val="20"/>
        </w:rPr>
        <w:t>ru školství za červenec 2021</w:t>
      </w:r>
      <w:r w:rsidR="00167116">
        <w:rPr>
          <w:rFonts w:ascii="Tahoma" w:hAnsi="Tahoma" w:cs="Tahoma"/>
          <w:sz w:val="20"/>
          <w:szCs w:val="20"/>
        </w:rPr>
        <w:t>.</w:t>
      </w:r>
    </w:p>
    <w:p w:rsidR="00E14923" w:rsidRPr="00BC798A" w:rsidRDefault="00E14923" w:rsidP="00E14923">
      <w:pPr>
        <w:rPr>
          <w:rFonts w:ascii="Tahoma" w:hAnsi="Tahoma" w:cs="Tahoma"/>
          <w:sz w:val="20"/>
          <w:szCs w:val="20"/>
        </w:rPr>
      </w:pPr>
    </w:p>
    <w:p w:rsidR="00454A9C" w:rsidRDefault="00454A9C">
      <w:pPr>
        <w:jc w:val="both"/>
        <w:rPr>
          <w:rFonts w:ascii="Tahoma" w:hAnsi="Tahoma" w:cs="Tahoma"/>
          <w:sz w:val="20"/>
          <w:szCs w:val="20"/>
        </w:rPr>
      </w:pPr>
    </w:p>
    <w:p w:rsidR="005A5CAF" w:rsidRDefault="005A5CAF">
      <w:pPr>
        <w:jc w:val="both"/>
        <w:rPr>
          <w:rFonts w:ascii="Tahoma" w:hAnsi="Tahoma" w:cs="Tahoma"/>
          <w:sz w:val="20"/>
          <w:szCs w:val="20"/>
        </w:rPr>
      </w:pPr>
    </w:p>
    <w:p w:rsidR="007C2712" w:rsidRDefault="007C2712">
      <w:pPr>
        <w:jc w:val="both"/>
        <w:rPr>
          <w:rFonts w:ascii="Tahoma" w:hAnsi="Tahoma" w:cs="Tahoma"/>
          <w:sz w:val="20"/>
          <w:szCs w:val="20"/>
        </w:rPr>
      </w:pPr>
    </w:p>
    <w:p w:rsidR="00A31B8E" w:rsidRDefault="0052451A" w:rsidP="0052451A">
      <w:pPr>
        <w:keepNext/>
        <w:widowControl w:val="0"/>
        <w:tabs>
          <w:tab w:val="left" w:pos="5103"/>
        </w:tabs>
        <w:autoSpaceDE w:val="0"/>
        <w:autoSpaceDN w:val="0"/>
        <w:adjustRightInd w:val="0"/>
        <w:jc w:val="both"/>
        <w:outlineLvl w:val="1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 xml:space="preserve">5) </w:t>
      </w:r>
      <w:r w:rsidR="00A31B8E">
        <w:rPr>
          <w:rFonts w:ascii="Tahoma" w:hAnsi="Tahoma" w:cs="Tahoma"/>
          <w:b/>
          <w:bCs/>
          <w:u w:val="single"/>
        </w:rPr>
        <w:t>Odměna ředitelky MŠ Strakonice, Lidická 625</w:t>
      </w:r>
    </w:p>
    <w:p w:rsidR="00A31B8E" w:rsidRDefault="00A31B8E" w:rsidP="00A31B8E">
      <w:pPr>
        <w:jc w:val="both"/>
        <w:rPr>
          <w:rFonts w:ascii="Tahoma" w:hAnsi="Tahoma" w:cs="Tahoma"/>
          <w:sz w:val="20"/>
          <w:szCs w:val="20"/>
        </w:rPr>
      </w:pPr>
    </w:p>
    <w:p w:rsidR="00A31B8E" w:rsidRDefault="00A31B8E" w:rsidP="00A31B8E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A31B8E" w:rsidRDefault="00A31B8E" w:rsidP="00A31B8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RM po projednání</w:t>
      </w:r>
    </w:p>
    <w:p w:rsidR="00A31B8E" w:rsidRDefault="00A31B8E" w:rsidP="00A31B8E">
      <w:pPr>
        <w:rPr>
          <w:rFonts w:ascii="Tahoma" w:hAnsi="Tahoma" w:cs="Tahoma"/>
          <w:sz w:val="20"/>
          <w:szCs w:val="20"/>
        </w:rPr>
      </w:pPr>
    </w:p>
    <w:p w:rsidR="00A31B8E" w:rsidRDefault="00A31B8E" w:rsidP="00A31B8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I. Schvaluje</w:t>
      </w:r>
    </w:p>
    <w:p w:rsidR="00A31B8E" w:rsidRDefault="00A31B8E" w:rsidP="00A31B8E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udělení odměny za 2. pololetí školního roku 2020/2021 ředitelce MŠ Strakonice, Lidická 625 dle předloženého návrhu, který je samostatnou přílohou usnesení</w:t>
      </w:r>
      <w:r w:rsidR="0052451A">
        <w:rPr>
          <w:rFonts w:ascii="Tahoma" w:hAnsi="Tahoma" w:cs="Tahoma"/>
          <w:sz w:val="20"/>
          <w:szCs w:val="20"/>
        </w:rPr>
        <w:t xml:space="preserve"> RM uloženou na odboru školství.</w:t>
      </w:r>
    </w:p>
    <w:p w:rsidR="008E2F1A" w:rsidRDefault="008E2F1A" w:rsidP="00A31B8E">
      <w:pPr>
        <w:jc w:val="both"/>
        <w:rPr>
          <w:rFonts w:ascii="Tahoma" w:hAnsi="Tahoma" w:cs="Tahoma"/>
          <w:sz w:val="20"/>
          <w:szCs w:val="20"/>
        </w:rPr>
      </w:pPr>
    </w:p>
    <w:p w:rsidR="00A31B8E" w:rsidRDefault="00A31B8E" w:rsidP="00A31B8E">
      <w:pPr>
        <w:keepNext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>II. Ukládá</w:t>
      </w:r>
    </w:p>
    <w:p w:rsidR="00A31B8E" w:rsidRDefault="00A31B8E" w:rsidP="00A31B8E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odboru školství a cestovního ruchu zajistit splnění výše uvedeného usnesení.</w:t>
      </w:r>
    </w:p>
    <w:p w:rsidR="00CB0D7C" w:rsidRDefault="00CB0D7C" w:rsidP="00A31B8E">
      <w:pPr>
        <w:rPr>
          <w:rFonts w:ascii="Tahoma" w:hAnsi="Tahoma" w:cs="Tahoma"/>
          <w:sz w:val="20"/>
          <w:szCs w:val="20"/>
        </w:rPr>
      </w:pPr>
    </w:p>
    <w:p w:rsidR="00CB0D7C" w:rsidRDefault="00CB0D7C" w:rsidP="00A31B8E">
      <w:pPr>
        <w:rPr>
          <w:rFonts w:ascii="Tahoma" w:hAnsi="Tahoma" w:cs="Tahoma"/>
          <w:sz w:val="20"/>
          <w:szCs w:val="20"/>
        </w:rPr>
      </w:pPr>
    </w:p>
    <w:p w:rsidR="00FA11F8" w:rsidRDefault="00FA11F8" w:rsidP="00A31B8E">
      <w:pPr>
        <w:rPr>
          <w:rFonts w:ascii="Tahoma" w:hAnsi="Tahoma" w:cs="Tahoma"/>
          <w:sz w:val="20"/>
          <w:szCs w:val="20"/>
        </w:rPr>
      </w:pPr>
    </w:p>
    <w:p w:rsidR="0033052B" w:rsidRDefault="0033052B" w:rsidP="0033052B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>6</w:t>
      </w:r>
      <w:r w:rsidRPr="00AB143E">
        <w:rPr>
          <w:rFonts w:ascii="Tahoma" w:hAnsi="Tahoma" w:cs="Tahoma"/>
          <w:sz w:val="24"/>
          <w:u w:val="none"/>
        </w:rPr>
        <w:t xml:space="preserve">) </w:t>
      </w:r>
      <w:r>
        <w:rPr>
          <w:rFonts w:ascii="Tahoma" w:hAnsi="Tahoma" w:cs="Tahoma"/>
          <w:sz w:val="24"/>
        </w:rPr>
        <w:t>Zápis z jednání projektu Otava ze dne 27.</w:t>
      </w:r>
      <w:r w:rsidR="009E5A15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6.</w:t>
      </w:r>
      <w:r w:rsidR="009E5A15">
        <w:rPr>
          <w:rFonts w:ascii="Tahoma" w:hAnsi="Tahoma" w:cs="Tahoma"/>
          <w:sz w:val="24"/>
        </w:rPr>
        <w:t xml:space="preserve"> </w:t>
      </w:r>
      <w:r>
        <w:rPr>
          <w:rFonts w:ascii="Tahoma" w:hAnsi="Tahoma" w:cs="Tahoma"/>
          <w:sz w:val="24"/>
        </w:rPr>
        <w:t>2021</w:t>
      </w:r>
    </w:p>
    <w:p w:rsidR="006A5244" w:rsidRDefault="006A5244">
      <w:pPr>
        <w:jc w:val="both"/>
        <w:rPr>
          <w:rFonts w:ascii="Tahoma" w:hAnsi="Tahoma" w:cs="Tahoma"/>
          <w:sz w:val="20"/>
          <w:szCs w:val="20"/>
        </w:rPr>
      </w:pPr>
    </w:p>
    <w:p w:rsidR="00CB0D7C" w:rsidRPr="00CB26E4" w:rsidRDefault="00CB0D7C" w:rsidP="00CB0D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CB26E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CB0D7C" w:rsidRPr="008B3143" w:rsidRDefault="00CB0D7C" w:rsidP="00CB0D7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RM po projednání:</w:t>
      </w:r>
    </w:p>
    <w:p w:rsidR="00CB0D7C" w:rsidRPr="00C02D06" w:rsidRDefault="00CB0D7C" w:rsidP="00CB0D7C">
      <w:pPr>
        <w:rPr>
          <w:rFonts w:ascii="Tahoma" w:hAnsi="Tahoma" w:cs="Tahoma"/>
          <w:sz w:val="20"/>
          <w:szCs w:val="20"/>
        </w:rPr>
      </w:pPr>
    </w:p>
    <w:p w:rsidR="00CB0D7C" w:rsidRPr="00C02D06" w:rsidRDefault="00CB0D7C" w:rsidP="00CB0D7C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Bere na vědomí</w:t>
      </w:r>
    </w:p>
    <w:p w:rsidR="00CB0D7C" w:rsidRDefault="00CB0D7C" w:rsidP="00CB0D7C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zápis z jednání projektu Otava ze dne 27. 6. 2021</w:t>
      </w:r>
      <w:r w:rsidRPr="00C02D06">
        <w:rPr>
          <w:rFonts w:ascii="Tahoma" w:hAnsi="Tahoma" w:cs="Tahoma"/>
          <w:sz w:val="20"/>
        </w:rPr>
        <w:t xml:space="preserve">. </w:t>
      </w:r>
    </w:p>
    <w:p w:rsidR="00CB0D7C" w:rsidRDefault="00CB0D7C" w:rsidP="00CB0D7C">
      <w:pPr>
        <w:rPr>
          <w:rFonts w:ascii="Tahoma" w:hAnsi="Tahoma" w:cs="Tahoma"/>
          <w:sz w:val="20"/>
        </w:rPr>
      </w:pPr>
    </w:p>
    <w:p w:rsidR="00FA11F8" w:rsidRDefault="00FA11F8" w:rsidP="00CB0D7C">
      <w:pPr>
        <w:rPr>
          <w:rFonts w:ascii="Tahoma" w:hAnsi="Tahoma" w:cs="Tahoma"/>
          <w:sz w:val="20"/>
        </w:rPr>
      </w:pPr>
    </w:p>
    <w:p w:rsidR="00F65CA3" w:rsidRDefault="00D031F9" w:rsidP="00F65CA3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>7</w:t>
      </w:r>
      <w:r w:rsidR="00F65CA3" w:rsidRPr="00AB143E">
        <w:rPr>
          <w:rFonts w:ascii="Tahoma" w:hAnsi="Tahoma" w:cs="Tahoma"/>
          <w:sz w:val="24"/>
          <w:u w:val="none"/>
        </w:rPr>
        <w:t xml:space="preserve">) </w:t>
      </w:r>
      <w:r w:rsidR="00F65CA3">
        <w:rPr>
          <w:rFonts w:ascii="Tahoma" w:hAnsi="Tahoma" w:cs="Tahoma"/>
          <w:sz w:val="24"/>
        </w:rPr>
        <w:t>Individuální dotace – TJ ČZ Strakonice, spolek</w:t>
      </w:r>
    </w:p>
    <w:p w:rsidR="00027D34" w:rsidRDefault="00027D34" w:rsidP="00027D34">
      <w:pPr>
        <w:jc w:val="both"/>
        <w:rPr>
          <w:rFonts w:ascii="Tahoma" w:hAnsi="Tahoma" w:cs="Tahoma"/>
          <w:sz w:val="20"/>
          <w:szCs w:val="20"/>
        </w:rPr>
      </w:pPr>
    </w:p>
    <w:p w:rsidR="00027D34" w:rsidRPr="005F6077" w:rsidRDefault="00027D34" w:rsidP="00027D34">
      <w:pPr>
        <w:jc w:val="both"/>
        <w:rPr>
          <w:rFonts w:ascii="Tahoma" w:hAnsi="Tahoma" w:cs="Tahoma"/>
          <w:b/>
          <w:sz w:val="20"/>
          <w:szCs w:val="20"/>
        </w:rPr>
      </w:pPr>
      <w:r w:rsidRPr="005F6077">
        <w:rPr>
          <w:rFonts w:ascii="Tahoma" w:hAnsi="Tahoma" w:cs="Tahoma"/>
          <w:b/>
          <w:sz w:val="20"/>
          <w:szCs w:val="20"/>
        </w:rPr>
        <w:t>Návrh usnesení:</w:t>
      </w:r>
    </w:p>
    <w:p w:rsidR="00027D34" w:rsidRPr="005E0400" w:rsidRDefault="00027D34" w:rsidP="00027D34">
      <w:pPr>
        <w:rPr>
          <w:rFonts w:ascii="Tahoma" w:hAnsi="Tahoma" w:cs="Tahoma"/>
          <w:sz w:val="20"/>
          <w:szCs w:val="20"/>
        </w:rPr>
      </w:pPr>
      <w:r w:rsidRPr="005E0400">
        <w:rPr>
          <w:rFonts w:ascii="Tahoma" w:hAnsi="Tahoma" w:cs="Tahoma"/>
          <w:sz w:val="20"/>
          <w:szCs w:val="20"/>
        </w:rPr>
        <w:t>RM po projednání</w:t>
      </w:r>
    </w:p>
    <w:p w:rsidR="00027D34" w:rsidRDefault="00027D34" w:rsidP="00027D34">
      <w:pPr>
        <w:jc w:val="both"/>
        <w:rPr>
          <w:rFonts w:ascii="Tahoma" w:hAnsi="Tahoma" w:cs="Tahoma"/>
          <w:sz w:val="20"/>
          <w:szCs w:val="20"/>
        </w:rPr>
      </w:pPr>
    </w:p>
    <w:p w:rsidR="00027D34" w:rsidRPr="002479D3" w:rsidRDefault="00027D34" w:rsidP="00027D34">
      <w:pPr>
        <w:keepNext/>
        <w:jc w:val="both"/>
        <w:outlineLvl w:val="2"/>
        <w:rPr>
          <w:rFonts w:ascii="Tahoma" w:hAnsi="Tahoma" w:cs="Tahoma"/>
          <w:b/>
          <w:bCs/>
          <w:sz w:val="20"/>
          <w:szCs w:val="20"/>
          <w:u w:val="single"/>
        </w:rPr>
      </w:pPr>
      <w:r w:rsidRPr="002479D3">
        <w:rPr>
          <w:rFonts w:ascii="Tahoma" w:hAnsi="Tahoma" w:cs="Tahoma"/>
          <w:b/>
          <w:bCs/>
          <w:sz w:val="20"/>
          <w:szCs w:val="20"/>
          <w:u w:val="single"/>
        </w:rPr>
        <w:t xml:space="preserve">I. </w:t>
      </w:r>
      <w:r w:rsidR="007B444A">
        <w:rPr>
          <w:rFonts w:ascii="Tahoma" w:hAnsi="Tahoma" w:cs="Tahoma"/>
          <w:b/>
          <w:bCs/>
          <w:sz w:val="20"/>
          <w:szCs w:val="20"/>
          <w:u w:val="single"/>
        </w:rPr>
        <w:t>Doporučuje ZM</w:t>
      </w:r>
    </w:p>
    <w:p w:rsidR="00027D34" w:rsidRDefault="007B444A" w:rsidP="00027D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027D34">
        <w:rPr>
          <w:rFonts w:ascii="Tahoma" w:hAnsi="Tahoma" w:cs="Tahoma"/>
          <w:sz w:val="20"/>
          <w:szCs w:val="20"/>
        </w:rPr>
        <w:t>s poskytnutím individuální dotace</w:t>
      </w:r>
      <w:r w:rsidR="00FD57E4">
        <w:rPr>
          <w:rFonts w:ascii="Tahoma" w:hAnsi="Tahoma" w:cs="Tahoma"/>
          <w:sz w:val="20"/>
          <w:szCs w:val="20"/>
        </w:rPr>
        <w:t xml:space="preserve"> TJ ČZ Strakonice, spolek, Máchova 108, 386 01 Strakonice, IČ</w:t>
      </w:r>
      <w:r w:rsidR="00B3685F">
        <w:rPr>
          <w:rFonts w:ascii="Tahoma" w:hAnsi="Tahoma" w:cs="Tahoma"/>
          <w:sz w:val="20"/>
          <w:szCs w:val="20"/>
        </w:rPr>
        <w:t>O</w:t>
      </w:r>
      <w:r w:rsidR="00FD57E4">
        <w:rPr>
          <w:rFonts w:ascii="Tahoma" w:hAnsi="Tahoma" w:cs="Tahoma"/>
          <w:sz w:val="20"/>
          <w:szCs w:val="20"/>
        </w:rPr>
        <w:t xml:space="preserve"> 00475921 </w:t>
      </w:r>
      <w:r w:rsidR="00027D34">
        <w:rPr>
          <w:rFonts w:ascii="Tahoma" w:hAnsi="Tahoma" w:cs="Tahoma"/>
          <w:sz w:val="20"/>
          <w:szCs w:val="20"/>
        </w:rPr>
        <w:t>na</w:t>
      </w:r>
      <w:r w:rsidR="00FD57E4">
        <w:rPr>
          <w:rFonts w:ascii="Tahoma" w:hAnsi="Tahoma" w:cs="Tahoma"/>
          <w:sz w:val="20"/>
          <w:szCs w:val="20"/>
        </w:rPr>
        <w:t xml:space="preserve"> dofinancování projektu „Pořízení sportovního vybavení TJ ČZ Strakonice, spolek – doskočiště pro skok vysoký“</w:t>
      </w:r>
      <w:r w:rsidR="00C27D7C">
        <w:rPr>
          <w:rFonts w:ascii="Tahoma" w:hAnsi="Tahoma" w:cs="Tahoma"/>
          <w:sz w:val="20"/>
          <w:szCs w:val="20"/>
        </w:rPr>
        <w:t xml:space="preserve"> </w:t>
      </w:r>
      <w:r w:rsidR="00027D34">
        <w:rPr>
          <w:rFonts w:ascii="Tahoma" w:hAnsi="Tahoma" w:cs="Tahoma"/>
          <w:sz w:val="20"/>
          <w:szCs w:val="20"/>
        </w:rPr>
        <w:t xml:space="preserve">ve výši </w:t>
      </w:r>
      <w:r w:rsidR="00FD57E4">
        <w:rPr>
          <w:rFonts w:ascii="Tahoma" w:hAnsi="Tahoma" w:cs="Tahoma"/>
          <w:sz w:val="20"/>
          <w:szCs w:val="20"/>
        </w:rPr>
        <w:t>7</w:t>
      </w:r>
      <w:r w:rsidR="00027D34">
        <w:rPr>
          <w:rFonts w:ascii="Tahoma" w:hAnsi="Tahoma" w:cs="Tahoma"/>
          <w:sz w:val="20"/>
          <w:szCs w:val="20"/>
        </w:rPr>
        <w:t xml:space="preserve">5 000 Kč. </w:t>
      </w:r>
    </w:p>
    <w:p w:rsidR="00027D34" w:rsidRPr="002479D3" w:rsidRDefault="00027D34" w:rsidP="00027D34">
      <w:pPr>
        <w:jc w:val="both"/>
        <w:rPr>
          <w:rFonts w:ascii="Tahoma" w:hAnsi="Tahoma" w:cs="Tahoma"/>
          <w:sz w:val="20"/>
          <w:szCs w:val="20"/>
        </w:rPr>
      </w:pPr>
    </w:p>
    <w:p w:rsidR="00027D34" w:rsidRPr="00C02D06" w:rsidRDefault="00027D34" w:rsidP="00027D34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 xml:space="preserve">II. </w:t>
      </w:r>
      <w:r w:rsidR="00F71921">
        <w:rPr>
          <w:rFonts w:ascii="Tahoma" w:hAnsi="Tahoma" w:cs="Tahoma"/>
          <w:sz w:val="20"/>
        </w:rPr>
        <w:t>Doporučuje ZM</w:t>
      </w:r>
    </w:p>
    <w:p w:rsidR="00027D34" w:rsidRDefault="00F71921" w:rsidP="00027D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 </w:t>
      </w:r>
      <w:r w:rsidR="00027D34" w:rsidRPr="00C02D06">
        <w:rPr>
          <w:rFonts w:ascii="Tahoma" w:hAnsi="Tahoma" w:cs="Tahoma"/>
          <w:sz w:val="20"/>
          <w:szCs w:val="20"/>
        </w:rPr>
        <w:t xml:space="preserve">s uzavřením </w:t>
      </w:r>
      <w:r w:rsidR="00010022">
        <w:rPr>
          <w:rFonts w:ascii="Tahoma" w:hAnsi="Tahoma" w:cs="Tahoma"/>
          <w:sz w:val="20"/>
          <w:szCs w:val="20"/>
        </w:rPr>
        <w:t xml:space="preserve">předmětné </w:t>
      </w:r>
      <w:r w:rsidR="00027D34" w:rsidRPr="00C02D06">
        <w:rPr>
          <w:rFonts w:ascii="Tahoma" w:hAnsi="Tahoma" w:cs="Tahoma"/>
          <w:sz w:val="20"/>
          <w:szCs w:val="20"/>
        </w:rPr>
        <w:t xml:space="preserve">veřejnoprávní smlouvy.  </w:t>
      </w:r>
    </w:p>
    <w:p w:rsidR="00027D34" w:rsidRPr="00C02D06" w:rsidRDefault="00027D34" w:rsidP="00027D34">
      <w:pPr>
        <w:jc w:val="both"/>
        <w:rPr>
          <w:rFonts w:ascii="Tahoma" w:hAnsi="Tahoma" w:cs="Tahoma"/>
          <w:sz w:val="20"/>
          <w:szCs w:val="20"/>
        </w:rPr>
      </w:pPr>
    </w:p>
    <w:p w:rsidR="00027D34" w:rsidRPr="00C02D06" w:rsidRDefault="00027D34" w:rsidP="00027D34">
      <w:pPr>
        <w:pStyle w:val="Nadpis3"/>
        <w:rPr>
          <w:rFonts w:ascii="Tahoma" w:hAnsi="Tahoma" w:cs="Tahoma"/>
          <w:sz w:val="20"/>
        </w:rPr>
      </w:pPr>
      <w:r w:rsidRPr="00C02D06">
        <w:rPr>
          <w:rFonts w:ascii="Tahoma" w:hAnsi="Tahoma" w:cs="Tahoma"/>
          <w:sz w:val="20"/>
        </w:rPr>
        <w:t xml:space="preserve">III. </w:t>
      </w:r>
      <w:r w:rsidR="00F71921">
        <w:rPr>
          <w:rFonts w:ascii="Tahoma" w:hAnsi="Tahoma" w:cs="Tahoma"/>
          <w:sz w:val="20"/>
        </w:rPr>
        <w:t>Doporučuje ZM</w:t>
      </w:r>
    </w:p>
    <w:p w:rsidR="00027D34" w:rsidRPr="00C02D06" w:rsidRDefault="00F71921" w:rsidP="00027D34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pověřit </w:t>
      </w:r>
      <w:r w:rsidR="00027D34" w:rsidRPr="00C02D06">
        <w:rPr>
          <w:rFonts w:ascii="Tahoma" w:hAnsi="Tahoma" w:cs="Tahoma"/>
          <w:sz w:val="20"/>
          <w:szCs w:val="20"/>
        </w:rPr>
        <w:t>starostu města podpisem uvedené veřejnoprávní smlouvy.</w:t>
      </w:r>
    </w:p>
    <w:p w:rsidR="00027D34" w:rsidRDefault="00027D34" w:rsidP="00027D34"/>
    <w:p w:rsidR="0093026C" w:rsidRDefault="0093026C" w:rsidP="0093026C">
      <w:pPr>
        <w:pStyle w:val="Nadpis2"/>
        <w:jc w:val="both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  <w:u w:val="none"/>
        </w:rPr>
        <w:t>8</w:t>
      </w:r>
      <w:r w:rsidRPr="00AB143E">
        <w:rPr>
          <w:rFonts w:ascii="Tahoma" w:hAnsi="Tahoma" w:cs="Tahoma"/>
          <w:sz w:val="24"/>
          <w:u w:val="none"/>
        </w:rPr>
        <w:t xml:space="preserve">) </w:t>
      </w:r>
      <w:r>
        <w:rPr>
          <w:rFonts w:ascii="Tahoma" w:hAnsi="Tahoma" w:cs="Tahoma"/>
          <w:sz w:val="24"/>
        </w:rPr>
        <w:t>Československá obec legionářská</w:t>
      </w:r>
    </w:p>
    <w:p w:rsidR="0093026C" w:rsidRDefault="0093026C" w:rsidP="00027D34">
      <w:pPr>
        <w:rPr>
          <w:rFonts w:ascii="Tahoma" w:hAnsi="Tahoma" w:cs="Tahoma"/>
          <w:sz w:val="20"/>
        </w:rPr>
      </w:pPr>
    </w:p>
    <w:p w:rsidR="0093026C" w:rsidRPr="00CB26E4" w:rsidRDefault="0093026C" w:rsidP="0093026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  <w:sz w:val="20"/>
          <w:szCs w:val="20"/>
        </w:rPr>
      </w:pPr>
      <w:r w:rsidRPr="00CB26E4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93026C" w:rsidRPr="008B3143" w:rsidRDefault="0093026C" w:rsidP="0093026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8B3143">
        <w:rPr>
          <w:rFonts w:ascii="Tahoma" w:hAnsi="Tahoma" w:cs="Tahoma"/>
          <w:sz w:val="20"/>
          <w:szCs w:val="20"/>
        </w:rPr>
        <w:t>RM po projednání:</w:t>
      </w:r>
    </w:p>
    <w:p w:rsidR="0093026C" w:rsidRPr="00C02D06" w:rsidRDefault="0093026C" w:rsidP="0093026C">
      <w:pPr>
        <w:rPr>
          <w:rFonts w:ascii="Tahoma" w:hAnsi="Tahoma" w:cs="Tahoma"/>
          <w:sz w:val="20"/>
          <w:szCs w:val="20"/>
        </w:rPr>
      </w:pPr>
    </w:p>
    <w:p w:rsidR="0093026C" w:rsidRPr="00C02D06" w:rsidRDefault="0093026C" w:rsidP="0093026C">
      <w:pPr>
        <w:pStyle w:val="Nadpis3"/>
        <w:rPr>
          <w:rFonts w:ascii="Tahoma" w:hAnsi="Tahoma" w:cs="Tahoma"/>
          <w:sz w:val="20"/>
          <w:szCs w:val="20"/>
        </w:rPr>
      </w:pPr>
      <w:r w:rsidRPr="00C02D06">
        <w:rPr>
          <w:rFonts w:ascii="Tahoma" w:hAnsi="Tahoma" w:cs="Tahoma"/>
          <w:sz w:val="20"/>
          <w:szCs w:val="20"/>
        </w:rPr>
        <w:t>I. Bere na vědomí</w:t>
      </w:r>
    </w:p>
    <w:p w:rsidR="0093026C" w:rsidRDefault="007509EF" w:rsidP="0093026C">
      <w:pPr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ž</w:t>
      </w:r>
      <w:r w:rsidR="0093026C">
        <w:rPr>
          <w:rFonts w:ascii="Tahoma" w:hAnsi="Tahoma" w:cs="Tahoma"/>
          <w:sz w:val="20"/>
        </w:rPr>
        <w:t xml:space="preserve">ádost Československé obce legionářské o symbolické připojení k oslavám 100. výročí založení </w:t>
      </w:r>
      <w:proofErr w:type="spellStart"/>
      <w:r w:rsidR="002110ED">
        <w:rPr>
          <w:rFonts w:ascii="Tahoma" w:hAnsi="Tahoma" w:cs="Tahoma"/>
          <w:sz w:val="20"/>
        </w:rPr>
        <w:t>ČsOL</w:t>
      </w:r>
      <w:proofErr w:type="spellEnd"/>
      <w:r w:rsidR="002110ED">
        <w:rPr>
          <w:rFonts w:ascii="Tahoma" w:hAnsi="Tahoma" w:cs="Tahoma"/>
          <w:sz w:val="20"/>
        </w:rPr>
        <w:t xml:space="preserve"> </w:t>
      </w:r>
      <w:r w:rsidR="00911A1B">
        <w:rPr>
          <w:rFonts w:ascii="Tahoma" w:hAnsi="Tahoma" w:cs="Tahoma"/>
          <w:sz w:val="20"/>
        </w:rPr>
        <w:t xml:space="preserve">dne 3. září 2021 </w:t>
      </w:r>
      <w:r w:rsidR="002110ED">
        <w:rPr>
          <w:rFonts w:ascii="Tahoma" w:hAnsi="Tahoma" w:cs="Tahoma"/>
          <w:sz w:val="20"/>
        </w:rPr>
        <w:t>nasvícením některé z budov či památek (např. kostel sv. Markéty, strakonický hrad, budov</w:t>
      </w:r>
      <w:r w:rsidR="00911A1B">
        <w:rPr>
          <w:rFonts w:ascii="Tahoma" w:hAnsi="Tahoma" w:cs="Tahoma"/>
          <w:sz w:val="20"/>
        </w:rPr>
        <w:t>u</w:t>
      </w:r>
      <w:r w:rsidR="002110ED">
        <w:rPr>
          <w:rFonts w:ascii="Tahoma" w:hAnsi="Tahoma" w:cs="Tahoma"/>
          <w:sz w:val="20"/>
        </w:rPr>
        <w:t xml:space="preserve"> České spořitelny).</w:t>
      </w:r>
      <w:r w:rsidR="0093026C" w:rsidRPr="00C02D06">
        <w:rPr>
          <w:rFonts w:ascii="Tahoma" w:hAnsi="Tahoma" w:cs="Tahoma"/>
          <w:sz w:val="20"/>
        </w:rPr>
        <w:t xml:space="preserve"> </w:t>
      </w:r>
    </w:p>
    <w:p w:rsidR="002110ED" w:rsidRDefault="002110ED" w:rsidP="0093026C">
      <w:pPr>
        <w:rPr>
          <w:rFonts w:ascii="Tahoma" w:hAnsi="Tahoma" w:cs="Tahoma"/>
          <w:sz w:val="20"/>
        </w:rPr>
      </w:pPr>
    </w:p>
    <w:p w:rsidR="0093026C" w:rsidRDefault="0093026C" w:rsidP="00027D34">
      <w:pPr>
        <w:rPr>
          <w:rFonts w:ascii="Tahoma" w:hAnsi="Tahoma" w:cs="Tahoma"/>
          <w:sz w:val="20"/>
        </w:rPr>
      </w:pPr>
      <w:bookmarkStart w:id="0" w:name="_GoBack"/>
      <w:bookmarkEnd w:id="0"/>
    </w:p>
    <w:sectPr w:rsidR="0093026C" w:rsidSect="00E315E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ED80C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8CA554F"/>
    <w:multiLevelType w:val="hybridMultilevel"/>
    <w:tmpl w:val="187CBE10"/>
    <w:lvl w:ilvl="0" w:tplc="5ACCAA98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457389"/>
    <w:multiLevelType w:val="hybridMultilevel"/>
    <w:tmpl w:val="250A441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2D41FC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19034534"/>
    <w:multiLevelType w:val="hybridMultilevel"/>
    <w:tmpl w:val="2B9EBF9A"/>
    <w:lvl w:ilvl="0" w:tplc="04050011">
      <w:start w:val="1"/>
      <w:numFmt w:val="decimal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3A74985"/>
    <w:multiLevelType w:val="hybridMultilevel"/>
    <w:tmpl w:val="81AAB5E0"/>
    <w:lvl w:ilvl="0" w:tplc="5ACCAA98">
      <w:start w:val="2"/>
      <w:numFmt w:val="bullet"/>
      <w:lvlText w:val="-"/>
      <w:lvlJc w:val="left"/>
      <w:pPr>
        <w:ind w:left="360" w:hanging="360"/>
      </w:pPr>
      <w:rPr>
        <w:rFonts w:ascii="Tahoma" w:eastAsia="Times New Roman" w:hAnsi="Tahoma" w:cs="Tahoma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C1B2112"/>
    <w:multiLevelType w:val="hybridMultilevel"/>
    <w:tmpl w:val="E68658E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50D"/>
    <w:rsid w:val="00007156"/>
    <w:rsid w:val="00007711"/>
    <w:rsid w:val="00010022"/>
    <w:rsid w:val="00024550"/>
    <w:rsid w:val="00027D34"/>
    <w:rsid w:val="00050C2A"/>
    <w:rsid w:val="00053C5A"/>
    <w:rsid w:val="00076794"/>
    <w:rsid w:val="00077160"/>
    <w:rsid w:val="000905A3"/>
    <w:rsid w:val="00092561"/>
    <w:rsid w:val="00095C23"/>
    <w:rsid w:val="000C3A7B"/>
    <w:rsid w:val="000D6D22"/>
    <w:rsid w:val="000F1F56"/>
    <w:rsid w:val="00110121"/>
    <w:rsid w:val="00144568"/>
    <w:rsid w:val="001664C1"/>
    <w:rsid w:val="00167116"/>
    <w:rsid w:val="00192150"/>
    <w:rsid w:val="001B5661"/>
    <w:rsid w:val="001C2D1A"/>
    <w:rsid w:val="001D5D6E"/>
    <w:rsid w:val="001D75D4"/>
    <w:rsid w:val="001E6E95"/>
    <w:rsid w:val="002110ED"/>
    <w:rsid w:val="00226B99"/>
    <w:rsid w:val="00231105"/>
    <w:rsid w:val="002B22CE"/>
    <w:rsid w:val="002C4EA3"/>
    <w:rsid w:val="002D3CC1"/>
    <w:rsid w:val="00310D39"/>
    <w:rsid w:val="00313ACC"/>
    <w:rsid w:val="003174B8"/>
    <w:rsid w:val="0033052B"/>
    <w:rsid w:val="00341891"/>
    <w:rsid w:val="00382620"/>
    <w:rsid w:val="0038348E"/>
    <w:rsid w:val="00390423"/>
    <w:rsid w:val="003949D0"/>
    <w:rsid w:val="003C1734"/>
    <w:rsid w:val="003C78C2"/>
    <w:rsid w:val="003D7520"/>
    <w:rsid w:val="003D79A6"/>
    <w:rsid w:val="004123D6"/>
    <w:rsid w:val="004312F3"/>
    <w:rsid w:val="00441973"/>
    <w:rsid w:val="00454A9C"/>
    <w:rsid w:val="00464C89"/>
    <w:rsid w:val="004817F9"/>
    <w:rsid w:val="00485BD5"/>
    <w:rsid w:val="004B3387"/>
    <w:rsid w:val="004B348F"/>
    <w:rsid w:val="004B743F"/>
    <w:rsid w:val="004D40B9"/>
    <w:rsid w:val="004E5FC1"/>
    <w:rsid w:val="004E714C"/>
    <w:rsid w:val="004F66C2"/>
    <w:rsid w:val="00503E1A"/>
    <w:rsid w:val="0052451A"/>
    <w:rsid w:val="005442BD"/>
    <w:rsid w:val="0055252F"/>
    <w:rsid w:val="0056453B"/>
    <w:rsid w:val="005855F3"/>
    <w:rsid w:val="005946CE"/>
    <w:rsid w:val="005A5CAF"/>
    <w:rsid w:val="005B73DA"/>
    <w:rsid w:val="005E0400"/>
    <w:rsid w:val="005E2D1C"/>
    <w:rsid w:val="005F5908"/>
    <w:rsid w:val="00610678"/>
    <w:rsid w:val="00610EE1"/>
    <w:rsid w:val="00612A6D"/>
    <w:rsid w:val="00634E2A"/>
    <w:rsid w:val="00650098"/>
    <w:rsid w:val="00651F82"/>
    <w:rsid w:val="00661595"/>
    <w:rsid w:val="00664C13"/>
    <w:rsid w:val="00664E33"/>
    <w:rsid w:val="00667789"/>
    <w:rsid w:val="00674C02"/>
    <w:rsid w:val="00675A07"/>
    <w:rsid w:val="00680D43"/>
    <w:rsid w:val="006A5244"/>
    <w:rsid w:val="006B35C6"/>
    <w:rsid w:val="006B7D22"/>
    <w:rsid w:val="006C4EB0"/>
    <w:rsid w:val="006F090E"/>
    <w:rsid w:val="006F1089"/>
    <w:rsid w:val="006F6DF3"/>
    <w:rsid w:val="006F79B3"/>
    <w:rsid w:val="007179E1"/>
    <w:rsid w:val="0072651C"/>
    <w:rsid w:val="007341D0"/>
    <w:rsid w:val="0073756A"/>
    <w:rsid w:val="007509EF"/>
    <w:rsid w:val="0078050D"/>
    <w:rsid w:val="00785012"/>
    <w:rsid w:val="0079003A"/>
    <w:rsid w:val="007A2A11"/>
    <w:rsid w:val="007B3292"/>
    <w:rsid w:val="007B444A"/>
    <w:rsid w:val="007B650E"/>
    <w:rsid w:val="007C2712"/>
    <w:rsid w:val="007F4A2B"/>
    <w:rsid w:val="00812462"/>
    <w:rsid w:val="008216BC"/>
    <w:rsid w:val="00823DCE"/>
    <w:rsid w:val="00827C8B"/>
    <w:rsid w:val="008378C6"/>
    <w:rsid w:val="0085066D"/>
    <w:rsid w:val="00887371"/>
    <w:rsid w:val="00896F55"/>
    <w:rsid w:val="00897AC9"/>
    <w:rsid w:val="008B081B"/>
    <w:rsid w:val="008E2F1A"/>
    <w:rsid w:val="008E4AB8"/>
    <w:rsid w:val="008E6A45"/>
    <w:rsid w:val="00900976"/>
    <w:rsid w:val="00911A1B"/>
    <w:rsid w:val="0093026C"/>
    <w:rsid w:val="0097752D"/>
    <w:rsid w:val="00977825"/>
    <w:rsid w:val="00995DC6"/>
    <w:rsid w:val="009E26DB"/>
    <w:rsid w:val="009E4A4A"/>
    <w:rsid w:val="009E5A15"/>
    <w:rsid w:val="009E6A28"/>
    <w:rsid w:val="009E6E19"/>
    <w:rsid w:val="00A3046D"/>
    <w:rsid w:val="00A31B8E"/>
    <w:rsid w:val="00A432F0"/>
    <w:rsid w:val="00A64F95"/>
    <w:rsid w:val="00A65E29"/>
    <w:rsid w:val="00AC26C6"/>
    <w:rsid w:val="00AC2ED1"/>
    <w:rsid w:val="00AD3F03"/>
    <w:rsid w:val="00AE0AED"/>
    <w:rsid w:val="00AE44D2"/>
    <w:rsid w:val="00AF5344"/>
    <w:rsid w:val="00B02239"/>
    <w:rsid w:val="00B21534"/>
    <w:rsid w:val="00B25A42"/>
    <w:rsid w:val="00B27049"/>
    <w:rsid w:val="00B3685F"/>
    <w:rsid w:val="00B62197"/>
    <w:rsid w:val="00BA1AAF"/>
    <w:rsid w:val="00BA406A"/>
    <w:rsid w:val="00BB383D"/>
    <w:rsid w:val="00BC1ADB"/>
    <w:rsid w:val="00BC4E95"/>
    <w:rsid w:val="00BC6234"/>
    <w:rsid w:val="00BD20EF"/>
    <w:rsid w:val="00BD4E90"/>
    <w:rsid w:val="00BF41BD"/>
    <w:rsid w:val="00BF7E67"/>
    <w:rsid w:val="00C1136F"/>
    <w:rsid w:val="00C27D7C"/>
    <w:rsid w:val="00C71014"/>
    <w:rsid w:val="00C74536"/>
    <w:rsid w:val="00CA6784"/>
    <w:rsid w:val="00CB0D7C"/>
    <w:rsid w:val="00CB26E4"/>
    <w:rsid w:val="00CB647F"/>
    <w:rsid w:val="00CC31AB"/>
    <w:rsid w:val="00CC3723"/>
    <w:rsid w:val="00CC388E"/>
    <w:rsid w:val="00CE3941"/>
    <w:rsid w:val="00CF78B8"/>
    <w:rsid w:val="00D031F9"/>
    <w:rsid w:val="00D3245F"/>
    <w:rsid w:val="00D3719E"/>
    <w:rsid w:val="00D631DA"/>
    <w:rsid w:val="00D73809"/>
    <w:rsid w:val="00D85A98"/>
    <w:rsid w:val="00D860D0"/>
    <w:rsid w:val="00DB2AB3"/>
    <w:rsid w:val="00DD437D"/>
    <w:rsid w:val="00DE1456"/>
    <w:rsid w:val="00DE657F"/>
    <w:rsid w:val="00E07ADA"/>
    <w:rsid w:val="00E14923"/>
    <w:rsid w:val="00E315E9"/>
    <w:rsid w:val="00E446D7"/>
    <w:rsid w:val="00E4766A"/>
    <w:rsid w:val="00E57773"/>
    <w:rsid w:val="00E64084"/>
    <w:rsid w:val="00E67649"/>
    <w:rsid w:val="00E80D98"/>
    <w:rsid w:val="00EA2EE5"/>
    <w:rsid w:val="00ED4F19"/>
    <w:rsid w:val="00F43658"/>
    <w:rsid w:val="00F60377"/>
    <w:rsid w:val="00F65CA3"/>
    <w:rsid w:val="00F71921"/>
    <w:rsid w:val="00F87333"/>
    <w:rsid w:val="00FA11F8"/>
    <w:rsid w:val="00FB1C0B"/>
    <w:rsid w:val="00FB2015"/>
    <w:rsid w:val="00FC1F26"/>
    <w:rsid w:val="00FD57E4"/>
    <w:rsid w:val="00FD7EF8"/>
    <w:rsid w:val="00FF041E"/>
    <w:rsid w:val="00F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60A8F7"/>
  <w15:chartTrackingRefBased/>
  <w15:docId w15:val="{42222807-3248-4233-966B-21356B77B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14923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character" w:customStyle="1" w:styleId="Nadpis2Char">
    <w:name w:val="Nadpis 2 Char"/>
    <w:basedOn w:val="Standardnpsmoodstavce"/>
    <w:link w:val="Nadpis2"/>
    <w:rsid w:val="00053C5A"/>
    <w:rPr>
      <w:b/>
      <w:bCs/>
      <w:sz w:val="28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053C5A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661595"/>
    <w:rPr>
      <w:b/>
      <w:bCs/>
    </w:rPr>
  </w:style>
  <w:style w:type="paragraph" w:styleId="Zkladntext">
    <w:name w:val="Body Text"/>
    <w:basedOn w:val="Normln"/>
    <w:link w:val="ZkladntextChar"/>
    <w:semiHidden/>
    <w:rsid w:val="007341D0"/>
    <w:pPr>
      <w:keepNext/>
      <w:widowControl w:val="0"/>
      <w:tabs>
        <w:tab w:val="left" w:pos="5103"/>
      </w:tabs>
      <w:autoSpaceDE w:val="0"/>
      <w:autoSpaceDN w:val="0"/>
      <w:adjustRightInd w:val="0"/>
      <w:jc w:val="both"/>
    </w:pPr>
  </w:style>
  <w:style w:type="character" w:customStyle="1" w:styleId="ZkladntextChar">
    <w:name w:val="Základní text Char"/>
    <w:basedOn w:val="Standardnpsmoodstavce"/>
    <w:link w:val="Zkladntext"/>
    <w:semiHidden/>
    <w:rsid w:val="007341D0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7341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7341D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rsid w:val="0097752D"/>
    <w:rPr>
      <w:b/>
      <w:bCs/>
      <w:sz w:val="28"/>
      <w:szCs w:val="28"/>
    </w:rPr>
  </w:style>
  <w:style w:type="character" w:customStyle="1" w:styleId="Nadpis3Char">
    <w:name w:val="Nadpis 3 Char"/>
    <w:basedOn w:val="Standardnpsmoodstavce"/>
    <w:link w:val="Nadpis3"/>
    <w:rsid w:val="0097752D"/>
    <w:rPr>
      <w:b/>
      <w:bCs/>
      <w:sz w:val="24"/>
      <w:szCs w:val="26"/>
      <w:u w:val="single"/>
    </w:rPr>
  </w:style>
  <w:style w:type="paragraph" w:styleId="Normlnweb">
    <w:name w:val="Normal (Web)"/>
    <w:basedOn w:val="Normln"/>
    <w:uiPriority w:val="99"/>
    <w:semiHidden/>
    <w:unhideWhenUsed/>
    <w:rsid w:val="00EA2EE5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0D6D2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D22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610EE1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566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2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706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628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Mesto\Vzory%20dokument&#367;\RM%20materi&#225;ly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B00DB-9502-4685-B88A-0574F20EF7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RM materiály.dotx</Template>
  <TotalTime>748</TotalTime>
  <Pages>3</Pages>
  <Words>528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Martina Dubová</dc:creator>
  <cp:keywords/>
  <dc:description/>
  <cp:lastModifiedBy>Eva Mácková</cp:lastModifiedBy>
  <cp:revision>75</cp:revision>
  <cp:lastPrinted>2021-08-11T11:48:00Z</cp:lastPrinted>
  <dcterms:created xsi:type="dcterms:W3CDTF">2021-07-02T11:50:00Z</dcterms:created>
  <dcterms:modified xsi:type="dcterms:W3CDTF">2021-08-11T12:42:00Z</dcterms:modified>
</cp:coreProperties>
</file>